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bCs/>
          <w:sz w:val="36"/>
          <w:szCs w:val="36"/>
        </w:rPr>
        <w:t>山东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开放大学</w:t>
      </w:r>
      <w:r>
        <w:rPr>
          <w:rFonts w:hint="eastAsia" w:ascii="方正小标宋简体" w:eastAsia="方正小标宋简体"/>
          <w:bCs/>
          <w:sz w:val="36"/>
          <w:szCs w:val="36"/>
        </w:rPr>
        <w:t>毕业论文开题报告表</w:t>
      </w:r>
    </w:p>
    <w:p>
      <w:pPr>
        <w:spacing w:line="400" w:lineRule="exact"/>
        <w:ind w:firstLine="156" w:firstLineChars="50"/>
        <w:rPr>
          <w:rFonts w:hint="default" w:eastAsia="仿宋_GB2312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姓名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      </w:t>
      </w:r>
      <w:r>
        <w:rPr>
          <w:rFonts w:hint="eastAsia"/>
          <w:szCs w:val="21"/>
          <w:lang w:val="en-US" w:eastAsia="zh-CN"/>
        </w:rPr>
        <w:t>学号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 xml:space="preserve">     专业：        入学时间：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7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365" w:type="dxa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论文题目</w:t>
            </w:r>
          </w:p>
        </w:tc>
        <w:tc>
          <w:tcPr>
            <w:tcW w:w="7164" w:type="dxa"/>
          </w:tcPr>
          <w:p>
            <w:pPr>
              <w:spacing w:line="3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一、选题背景和意义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二、课题关键问题及难点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三、调研报告（或文献综述）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四、方案论证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五、进度安排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六、指导教师意见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签字：</w:t>
            </w:r>
            <w:r>
              <w:rPr>
                <w:sz w:val="28"/>
              </w:rPr>
              <w:t xml:space="preserve">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9" w:type="dxa"/>
            <w:gridSpan w:val="2"/>
          </w:tcPr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七、教研室（或开题审查小组）意见</w:t>
            </w: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</w:p>
          <w:p>
            <w:pPr>
              <w:spacing w:line="3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签字：</w:t>
            </w:r>
            <w:r>
              <w:rPr>
                <w:sz w:val="28"/>
              </w:rPr>
              <w:t xml:space="preserve">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>
      <w:pPr>
        <w:pStyle w:val="3"/>
        <w:spacing w:line="320" w:lineRule="exact"/>
        <w:ind w:firstLine="0" w:firstLineChars="0"/>
        <w:rPr>
          <w:sz w:val="21"/>
        </w:rPr>
      </w:pPr>
      <w:r>
        <w:rPr>
          <w:rFonts w:hint="eastAsia"/>
          <w:sz w:val="21"/>
        </w:rPr>
        <w:t>注：开题报告是毕业论文内容的重要组成部分，是开展课题研究的依据和撰写论文的基础，也是评定毕业成绩的依据之一。</w:t>
      </w:r>
    </w:p>
    <w:sectPr>
      <w:footerReference r:id="rId3" w:type="default"/>
      <w:footerReference r:id="rId4" w:type="even"/>
      <w:pgSz w:w="11907" w:h="16840"/>
      <w:pgMar w:top="2098" w:right="1531" w:bottom="1985" w:left="1531" w:header="850" w:footer="1417" w:gutter="0"/>
      <w:pgNumType w:chapStyle="1" w:chapSep="emDash"/>
      <w:cols w:space="425" w:num="1"/>
      <w:docGrid w:type="linesAndChars" w:linePitch="603" w:charSpace="-17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3D26162-C951-4C74-A1EE-B1B31C27D92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DF30B34-143F-4E8C-83E0-FA8F0D6D4596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BF1AFAB-21BA-4C2F-98A3-19C5B7A301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140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140" w:firstLineChars="50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t xml:space="preserve">—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38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ZkZGE5MzEyYmZhZTkwMzA0YWQzYWY4N2E4ZTQzN2EifQ=="/>
  </w:docVars>
  <w:rsids>
    <w:rsidRoot w:val="005D7B40"/>
    <w:rsid w:val="000A47D6"/>
    <w:rsid w:val="000D286A"/>
    <w:rsid w:val="002108CF"/>
    <w:rsid w:val="00254BA8"/>
    <w:rsid w:val="00317A41"/>
    <w:rsid w:val="00372185"/>
    <w:rsid w:val="003B725E"/>
    <w:rsid w:val="00400308"/>
    <w:rsid w:val="004254E5"/>
    <w:rsid w:val="004B3F11"/>
    <w:rsid w:val="00501E2E"/>
    <w:rsid w:val="00502F58"/>
    <w:rsid w:val="005063A5"/>
    <w:rsid w:val="005226BF"/>
    <w:rsid w:val="00554A76"/>
    <w:rsid w:val="005D7B40"/>
    <w:rsid w:val="00673993"/>
    <w:rsid w:val="006A777C"/>
    <w:rsid w:val="00700A06"/>
    <w:rsid w:val="00800A5F"/>
    <w:rsid w:val="00815A8B"/>
    <w:rsid w:val="00846C26"/>
    <w:rsid w:val="008512CE"/>
    <w:rsid w:val="00876906"/>
    <w:rsid w:val="00981EB1"/>
    <w:rsid w:val="009F2C81"/>
    <w:rsid w:val="009F4785"/>
    <w:rsid w:val="00A90103"/>
    <w:rsid w:val="00C13DC7"/>
    <w:rsid w:val="00D25810"/>
    <w:rsid w:val="00E00B5B"/>
    <w:rsid w:val="00EA5AD3"/>
    <w:rsid w:val="00ED5A29"/>
    <w:rsid w:val="00F26B1E"/>
    <w:rsid w:val="5C5411DA"/>
    <w:rsid w:val="6941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tabs>
        <w:tab w:val="left" w:pos="3060"/>
      </w:tabs>
    </w:pPr>
    <w:rPr>
      <w:rFonts w:eastAsia="宋体"/>
      <w:sz w:val="28"/>
    </w:rPr>
  </w:style>
  <w:style w:type="paragraph" w:styleId="3">
    <w:name w:val="Body Text Indent"/>
    <w:basedOn w:val="1"/>
    <w:link w:val="8"/>
    <w:qFormat/>
    <w:uiPriority w:val="99"/>
    <w:pPr>
      <w:spacing w:line="560" w:lineRule="atLeast"/>
      <w:ind w:firstLine="685" w:firstLineChars="214"/>
    </w:pPr>
    <w:rPr>
      <w:rFonts w:ascii="仿宋_GB2312"/>
    </w:rPr>
  </w:style>
  <w:style w:type="paragraph" w:styleId="4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Footer Char"/>
    <w:basedOn w:val="6"/>
    <w:link w:val="4"/>
    <w:qFormat/>
    <w:locked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Body Text Indent Char"/>
    <w:basedOn w:val="6"/>
    <w:link w:val="3"/>
    <w:qFormat/>
    <w:locked/>
    <w:uiPriority w:val="99"/>
    <w:rPr>
      <w:rFonts w:ascii="仿宋_GB2312" w:hAnsi="Times New Roman" w:eastAsia="仿宋_GB2312" w:cs="Times New Roman"/>
      <w:sz w:val="24"/>
      <w:szCs w:val="24"/>
    </w:rPr>
  </w:style>
  <w:style w:type="character" w:customStyle="1" w:styleId="9">
    <w:name w:val="Body Text Char"/>
    <w:basedOn w:val="6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208</Words>
  <Characters>208</Characters>
  <Lines>0</Lines>
  <Paragraphs>0</Paragraphs>
  <TotalTime>1</TotalTime>
  <ScaleCrop>false</ScaleCrop>
  <LinksUpToDate>false</LinksUpToDate>
  <CharactersWithSpaces>275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2021-05-19T07:40:00Z</dcterms:created>
  <dc:creator>李晓玮</dc:creator>
  <cp:lastModifiedBy>Spring Breeze</cp:lastModifiedBy>
  <dcterms:modified xsi:type="dcterms:W3CDTF">2024-07-03T10:01:31Z</dcterms:modified>
  <dc:title>附件1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83C9191C42E64AA186CF875B6CF541C9_12</vt:lpwstr>
  </property>
</Properties>
</file>